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bookmarkStart w:id="0" w:name="_GoBack"/>
      <w:bookmarkEnd w:id="0"/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29E222DF" w14:textId="35B4A1BD" w:rsidR="0005589A" w:rsidRPr="00AE4D34" w:rsidRDefault="00565D2F" w:rsidP="0005589A">
      <w:pPr>
        <w:jc w:val="center"/>
        <w:rPr>
          <w:rFonts w:ascii="Arial Black" w:hAnsi="Arial Black" w:cs="Calibri"/>
          <w:sz w:val="28"/>
          <w:szCs w:val="28"/>
        </w:rPr>
      </w:pPr>
      <w:r w:rsidRPr="0033130E">
        <w:rPr>
          <w:rFonts w:ascii="Arial Black" w:hAnsi="Arial Black"/>
          <w:b/>
          <w:sz w:val="28"/>
          <w:szCs w:val="28"/>
        </w:rPr>
        <w:t>Systém videoendoskopický</w:t>
      </w:r>
      <w:r w:rsidR="00A04005">
        <w:rPr>
          <w:rFonts w:ascii="Arial Black" w:hAnsi="Arial Black"/>
          <w:b/>
          <w:sz w:val="28"/>
          <w:szCs w:val="28"/>
        </w:rPr>
        <w:t xml:space="preserve"> – II.</w:t>
      </w:r>
    </w:p>
    <w:p w14:paraId="19747662" w14:textId="3399AF2D" w:rsidR="003F0376" w:rsidRPr="0026582A" w:rsidRDefault="003F0376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r w:rsidRPr="0026582A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360E0D94" w:rsidR="00AE1D1C" w:rsidRPr="004237FF" w:rsidRDefault="00E4269C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113151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3233AF5B" w14:textId="70CC4E7A" w:rsidR="00A00686" w:rsidRPr="00AE4D34" w:rsidRDefault="00565D2F" w:rsidP="00A00686">
      <w:pPr>
        <w:jc w:val="center"/>
        <w:rPr>
          <w:rFonts w:ascii="Arial Black" w:hAnsi="Arial Black" w:cs="Calibri"/>
          <w:sz w:val="28"/>
          <w:szCs w:val="28"/>
        </w:rPr>
      </w:pPr>
      <w:r w:rsidRPr="0033130E">
        <w:rPr>
          <w:rFonts w:ascii="Arial Black" w:hAnsi="Arial Black"/>
          <w:b/>
          <w:sz w:val="28"/>
          <w:szCs w:val="28"/>
        </w:rPr>
        <w:t>Systém videoendoskopický</w:t>
      </w:r>
      <w:r w:rsidR="00A04005">
        <w:rPr>
          <w:rFonts w:ascii="Arial Black" w:hAnsi="Arial Black"/>
          <w:b/>
          <w:sz w:val="28"/>
          <w:szCs w:val="28"/>
        </w:rPr>
        <w:t xml:space="preserve"> – II.</w:t>
      </w:r>
    </w:p>
    <w:p w14:paraId="77213F43" w14:textId="1F4B3900" w:rsidR="00C9644A" w:rsidRPr="00810FC9" w:rsidRDefault="0026582A" w:rsidP="0026582A">
      <w:pPr>
        <w:spacing w:line="256" w:lineRule="auto"/>
        <w:ind w:right="51"/>
        <w:jc w:val="center"/>
        <w:rPr>
          <w:rFonts w:ascii="Arial Black" w:hAnsi="Arial Black"/>
          <w:b/>
          <w:sz w:val="28"/>
          <w:szCs w:val="28"/>
        </w:rPr>
      </w:pPr>
      <w:r w:rsidRPr="00810FC9">
        <w:rPr>
          <w:rFonts w:ascii="Arial Black" w:hAnsi="Arial Black"/>
          <w:b/>
          <w:sz w:val="28"/>
          <w:szCs w:val="28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33E8B3FC" w:rsidR="00C9644A" w:rsidRPr="004237FF" w:rsidRDefault="00C9644A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0F48FA"/>
    <w:rsid w:val="0011265F"/>
    <w:rsid w:val="00113151"/>
    <w:rsid w:val="00121E65"/>
    <w:rsid w:val="001226D9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65D2F"/>
    <w:rsid w:val="005760E6"/>
    <w:rsid w:val="00577979"/>
    <w:rsid w:val="00591DA0"/>
    <w:rsid w:val="00594D35"/>
    <w:rsid w:val="005A4910"/>
    <w:rsid w:val="005D2466"/>
    <w:rsid w:val="005D599F"/>
    <w:rsid w:val="005E348E"/>
    <w:rsid w:val="005E4240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8F3B00"/>
    <w:rsid w:val="009112B1"/>
    <w:rsid w:val="00937A45"/>
    <w:rsid w:val="009426E9"/>
    <w:rsid w:val="00981B13"/>
    <w:rsid w:val="009B2ACA"/>
    <w:rsid w:val="009B2B85"/>
    <w:rsid w:val="009D4F1B"/>
    <w:rsid w:val="009E5486"/>
    <w:rsid w:val="00A00686"/>
    <w:rsid w:val="00A00A97"/>
    <w:rsid w:val="00A04005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E4D34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5332C"/>
    <w:rsid w:val="00C61677"/>
    <w:rsid w:val="00C616A0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BC25B-4CE7-46BD-ACA5-54CC53CB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16</TotalTime>
  <Pages>3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Trnková Monika, Bc.</cp:lastModifiedBy>
  <cp:revision>26</cp:revision>
  <cp:lastPrinted>2010-07-30T09:22:00Z</cp:lastPrinted>
  <dcterms:created xsi:type="dcterms:W3CDTF">2020-12-21T07:12:00Z</dcterms:created>
  <dcterms:modified xsi:type="dcterms:W3CDTF">2023-04-06T06:19:00Z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5KdlrZt8CMM09/N9G8z/7MuY/mFXhGsFxJzhH0cH47y6jFxkqM8PksQVrI1CMKrO+lhy+SyCQC7yRhZ5xg5C5XewC73jZXNRQakHjXPmWXsHB4U6saM/34hY2UdJFgUv2kqNhFmziaVJrgUBkXxEsQKiZc0bjPalCZLZSIsNZA7+pFvAKrHNtCssCrxPVrEK</vt:lpwstr>
  </property>
</Properties>
</file>